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301C2F-9748-4711-BA12-A3BA601B88EB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